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B2D57" w14:textId="029E0128" w:rsidR="00105304" w:rsidRDefault="005F0034" w:rsidP="005F0034">
      <w:pPr>
        <w:pStyle w:val="Title"/>
      </w:pPr>
      <w:r>
        <w:t xml:space="preserve">Geometry </w:t>
      </w:r>
      <w:r w:rsidR="00F472A9">
        <w:t xml:space="preserve">B </w:t>
      </w:r>
      <w:r>
        <w:t>– House Project</w:t>
      </w:r>
    </w:p>
    <w:p w14:paraId="14F75181" w14:textId="77777777" w:rsidR="00366397" w:rsidRDefault="00366397" w:rsidP="005F0034">
      <w:r>
        <w:t>In this project, you will be applying</w:t>
      </w:r>
      <w:r w:rsidR="003145D0">
        <w:t xml:space="preserve"> the idea of area through creating a plan for a house and yard.  This sheet details the first two stages of the project.  The third stage </w:t>
      </w:r>
      <w:proofErr w:type="gramStart"/>
      <w:r w:rsidR="003145D0">
        <w:t>will be introduced</w:t>
      </w:r>
      <w:proofErr w:type="gramEnd"/>
      <w:r w:rsidR="003145D0">
        <w:t xml:space="preserve"> in a later handout.  </w:t>
      </w:r>
    </w:p>
    <w:p w14:paraId="6EFE6EBE" w14:textId="749A5122" w:rsidR="00AE1037" w:rsidRPr="00AE1037" w:rsidRDefault="00AE1037" w:rsidP="00AE1037">
      <w:pPr>
        <w:pStyle w:val="Subtitle"/>
        <w:rPr>
          <w:b/>
        </w:rPr>
      </w:pPr>
      <w:r w:rsidRPr="00AE1037">
        <w:rPr>
          <w:b/>
        </w:rPr>
        <w:t xml:space="preserve">The rough draft of Stage </w:t>
      </w:r>
      <w:r w:rsidR="000C7247">
        <w:rPr>
          <w:b/>
        </w:rPr>
        <w:t>One is due on FRIDAY, January 15</w:t>
      </w:r>
      <w:bookmarkStart w:id="0" w:name="_GoBack"/>
      <w:bookmarkEnd w:id="0"/>
      <w:r w:rsidRPr="00AE1037">
        <w:rPr>
          <w:b/>
        </w:rPr>
        <w:t>.</w:t>
      </w:r>
    </w:p>
    <w:p w14:paraId="31EB67A9" w14:textId="77777777" w:rsidR="00AE1037" w:rsidRDefault="00AE1037" w:rsidP="00AE1037">
      <w:pPr>
        <w:pStyle w:val="Subtitle"/>
      </w:pPr>
      <w:r w:rsidRPr="00AE1037">
        <w:rPr>
          <w:b/>
        </w:rPr>
        <w:t>The rough draft of Stage Two</w:t>
      </w:r>
      <w:r>
        <w:rPr>
          <w:b/>
        </w:rPr>
        <w:t xml:space="preserve"> # 1 (the three floor plans)</w:t>
      </w:r>
      <w:r w:rsidRPr="00AE1037">
        <w:rPr>
          <w:b/>
        </w:rPr>
        <w:t xml:space="preserve"> is due on TUESDAY, January 19</w:t>
      </w:r>
      <w:r>
        <w:t>.</w:t>
      </w:r>
    </w:p>
    <w:p w14:paraId="2EF482CE" w14:textId="77777777" w:rsidR="00AE1037" w:rsidRPr="00AE1037" w:rsidRDefault="00AE1037" w:rsidP="00AE1037">
      <w:pPr>
        <w:pStyle w:val="Subtitle"/>
        <w:rPr>
          <w:b/>
        </w:rPr>
      </w:pPr>
      <w:r w:rsidRPr="00AE1037">
        <w:rPr>
          <w:b/>
        </w:rPr>
        <w:t>The final due date is TBA.</w:t>
      </w:r>
    </w:p>
    <w:p w14:paraId="754AEC74" w14:textId="77777777" w:rsidR="00366397" w:rsidRDefault="00366397" w:rsidP="00366397">
      <w:pPr>
        <w:pStyle w:val="Heading1"/>
      </w:pPr>
      <w:r w:rsidRPr="00366397">
        <w:t>Stage One: Your Client</w:t>
      </w:r>
    </w:p>
    <w:p w14:paraId="565E1341" w14:textId="77777777" w:rsidR="00366397" w:rsidRDefault="003145D0" w:rsidP="00366397">
      <w:r>
        <w:t>You need to make a profile of the family or individual for whom you are designing this home.  This should be a narrative, which includes discussion of the following:</w:t>
      </w:r>
    </w:p>
    <w:p w14:paraId="72157ADA" w14:textId="77777777" w:rsidR="003145D0" w:rsidRDefault="003145D0" w:rsidP="003145D0">
      <w:pPr>
        <w:pStyle w:val="ListParagraph"/>
        <w:numPr>
          <w:ilvl w:val="0"/>
          <w:numId w:val="8"/>
        </w:numPr>
      </w:pPr>
      <w:r>
        <w:t>Number of people in the family, including ages and genders</w:t>
      </w:r>
    </w:p>
    <w:p w14:paraId="3D170005" w14:textId="77777777" w:rsidR="003145D0" w:rsidRDefault="003145D0" w:rsidP="003145D0">
      <w:pPr>
        <w:pStyle w:val="ListParagraph"/>
        <w:numPr>
          <w:ilvl w:val="0"/>
          <w:numId w:val="8"/>
        </w:numPr>
      </w:pPr>
      <w:r>
        <w:t>Interests of the family members</w:t>
      </w:r>
    </w:p>
    <w:p w14:paraId="36689F33" w14:textId="77777777" w:rsidR="003145D0" w:rsidRDefault="003145D0" w:rsidP="003145D0">
      <w:pPr>
        <w:pStyle w:val="ListParagraph"/>
        <w:numPr>
          <w:ilvl w:val="0"/>
          <w:numId w:val="8"/>
        </w:numPr>
      </w:pPr>
      <w:r>
        <w:t>Priorities in terms of home design</w:t>
      </w:r>
    </w:p>
    <w:p w14:paraId="66B04A22" w14:textId="77777777" w:rsidR="003145D0" w:rsidRDefault="003145D0" w:rsidP="003145D0">
      <w:pPr>
        <w:pStyle w:val="ListParagraph"/>
        <w:numPr>
          <w:ilvl w:val="0"/>
          <w:numId w:val="8"/>
        </w:numPr>
      </w:pPr>
      <w:r>
        <w:t xml:space="preserve">Where the home will be (urban, </w:t>
      </w:r>
      <w:proofErr w:type="spellStart"/>
      <w:r>
        <w:t>surburban</w:t>
      </w:r>
      <w:proofErr w:type="spellEnd"/>
      <w:r>
        <w:t>, rural)</w:t>
      </w:r>
    </w:p>
    <w:p w14:paraId="1418D5B1" w14:textId="77777777" w:rsidR="007D34AE" w:rsidRDefault="007D34AE" w:rsidP="003145D0">
      <w:pPr>
        <w:pStyle w:val="ListParagraph"/>
        <w:numPr>
          <w:ilvl w:val="0"/>
          <w:numId w:val="8"/>
        </w:numPr>
      </w:pPr>
      <w:r>
        <w:t>Any other</w:t>
      </w:r>
      <w:r w:rsidR="00AE1037">
        <w:t xml:space="preserve"> information that would help the reader understand the kind of house this family or individual would like</w:t>
      </w:r>
    </w:p>
    <w:p w14:paraId="17CAAAE4" w14:textId="77777777" w:rsidR="00AE1037" w:rsidRPr="00366397" w:rsidRDefault="00AE1037" w:rsidP="00AE1037">
      <w:r>
        <w:t>This should be at least 1 page long, typed.</w:t>
      </w:r>
    </w:p>
    <w:p w14:paraId="550A9A29" w14:textId="77777777" w:rsidR="00366397" w:rsidRDefault="00366397" w:rsidP="00366397">
      <w:pPr>
        <w:pStyle w:val="Heading1"/>
      </w:pPr>
      <w:r>
        <w:t xml:space="preserve">Stage Two: The Plan </w:t>
      </w:r>
    </w:p>
    <w:p w14:paraId="12C8EC9E" w14:textId="77777777" w:rsidR="00366397" w:rsidRDefault="00366397" w:rsidP="005F0034">
      <w:r>
        <w:t>This stage will include:</w:t>
      </w:r>
    </w:p>
    <w:p w14:paraId="412A1515" w14:textId="77777777" w:rsidR="00366397" w:rsidRPr="00AE1037" w:rsidRDefault="00366397" w:rsidP="00366397">
      <w:proofErr w:type="gramStart"/>
      <w:r w:rsidRPr="00AE1037">
        <w:t>1. A drawing of your floor plan.</w:t>
      </w:r>
      <w:proofErr w:type="gramEnd"/>
    </w:p>
    <w:p w14:paraId="06779C80" w14:textId="77777777" w:rsidR="003145D0" w:rsidRPr="003145D0" w:rsidRDefault="003145D0" w:rsidP="00366397">
      <w:pPr>
        <w:rPr>
          <w:i/>
        </w:rPr>
      </w:pPr>
      <w:r w:rsidRPr="003145D0">
        <w:rPr>
          <w:i/>
        </w:rPr>
        <w:t>You must decide on a reasonable scale for your house (1 inch or 1 cm equals how many feet?), which should be clearly labeled on your plans.</w:t>
      </w:r>
    </w:p>
    <w:p w14:paraId="35BB941F" w14:textId="77777777" w:rsidR="00366397" w:rsidRDefault="00366397" w:rsidP="00366397">
      <w:r>
        <w:t>Your two story floor plan should include:</w:t>
      </w:r>
    </w:p>
    <w:p w14:paraId="782E36E2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3 bedrooms, with 1 master bedroom (that is bigger than the other 2)</w:t>
      </w:r>
    </w:p>
    <w:p w14:paraId="1FFC8333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A living room</w:t>
      </w:r>
    </w:p>
    <w:p w14:paraId="35420230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A dining room</w:t>
      </w:r>
    </w:p>
    <w:p w14:paraId="405AA9EE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A kitchen</w:t>
      </w:r>
    </w:p>
    <w:p w14:paraId="7135D5AB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2 closets on the 2nd floor</w:t>
      </w:r>
    </w:p>
    <w:p w14:paraId="3952E287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At least 2 bathrooms (you may put them wherever you want)</w:t>
      </w:r>
    </w:p>
    <w:p w14:paraId="3BC933FA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lastRenderedPageBreak/>
        <w:t>A garage (the size is up to you)</w:t>
      </w:r>
    </w:p>
    <w:p w14:paraId="30DBDCFB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Outside landscaping or construction that must include one feature, such as a</w:t>
      </w:r>
    </w:p>
    <w:p w14:paraId="7DB956E1" w14:textId="77777777" w:rsidR="00366397" w:rsidRDefault="00366397" w:rsidP="00366397">
      <w:pPr>
        <w:pStyle w:val="ListParagraph"/>
        <w:numPr>
          <w:ilvl w:val="0"/>
          <w:numId w:val="1"/>
        </w:numPr>
      </w:pPr>
      <w:proofErr w:type="gramStart"/>
      <w:r>
        <w:t>pool</w:t>
      </w:r>
      <w:proofErr w:type="gramEnd"/>
      <w:r>
        <w:t>, garden, deck, or patio.</w:t>
      </w:r>
    </w:p>
    <w:p w14:paraId="4A4703CD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A fence that surrounds part of or all of your house</w:t>
      </w:r>
    </w:p>
    <w:p w14:paraId="2169B84D" w14:textId="77777777" w:rsidR="00366397" w:rsidRDefault="00366397" w:rsidP="00366397">
      <w:pPr>
        <w:pStyle w:val="ListParagraph"/>
        <w:numPr>
          <w:ilvl w:val="0"/>
          <w:numId w:val="1"/>
        </w:numPr>
      </w:pPr>
      <w:r>
        <w:t>You may additional rooms if you like (family room, den, home gym, office, etc.)</w:t>
      </w:r>
    </w:p>
    <w:p w14:paraId="6FD019DE" w14:textId="77777777" w:rsidR="00366397" w:rsidRDefault="00366397" w:rsidP="00366397">
      <w:r>
        <w:t>You should have 3 drawings by the time you’re done:</w:t>
      </w:r>
    </w:p>
    <w:p w14:paraId="1D7D46D2" w14:textId="77777777" w:rsidR="00366397" w:rsidRDefault="00366397" w:rsidP="003145D0">
      <w:pPr>
        <w:pStyle w:val="ListParagraph"/>
        <w:numPr>
          <w:ilvl w:val="0"/>
          <w:numId w:val="6"/>
        </w:numPr>
      </w:pPr>
      <w:r>
        <w:t>One floor plan for the first floor</w:t>
      </w:r>
    </w:p>
    <w:p w14:paraId="6A12B2CA" w14:textId="77777777" w:rsidR="00366397" w:rsidRDefault="00366397" w:rsidP="003145D0">
      <w:pPr>
        <w:pStyle w:val="ListParagraph"/>
        <w:numPr>
          <w:ilvl w:val="0"/>
          <w:numId w:val="6"/>
        </w:numPr>
      </w:pPr>
      <w:r>
        <w:t>One floor plan for the second floor</w:t>
      </w:r>
    </w:p>
    <w:p w14:paraId="6A61DAAE" w14:textId="77777777" w:rsidR="00366397" w:rsidRDefault="00366397" w:rsidP="003145D0">
      <w:pPr>
        <w:pStyle w:val="ListParagraph"/>
        <w:numPr>
          <w:ilvl w:val="0"/>
          <w:numId w:val="6"/>
        </w:numPr>
      </w:pPr>
      <w:r>
        <w:t>One landscape design for the outdoors</w:t>
      </w:r>
    </w:p>
    <w:p w14:paraId="470F233F" w14:textId="77777777" w:rsidR="00366397" w:rsidRDefault="00366397" w:rsidP="00366397">
      <w:r>
        <w:t>2. Distinct calculations based on the aspects of your house:</w:t>
      </w:r>
    </w:p>
    <w:p w14:paraId="2AC80027" w14:textId="77777777" w:rsidR="00366397" w:rsidRDefault="00366397" w:rsidP="00AE1037">
      <w:pPr>
        <w:pStyle w:val="ListParagraph"/>
        <w:numPr>
          <w:ilvl w:val="0"/>
          <w:numId w:val="10"/>
        </w:numPr>
      </w:pPr>
      <w:r>
        <w:t>Find the area and perimeter of each room in your house.</w:t>
      </w:r>
    </w:p>
    <w:p w14:paraId="55BAB0F5" w14:textId="77777777" w:rsidR="00366397" w:rsidRDefault="00366397" w:rsidP="00AE1037">
      <w:pPr>
        <w:pStyle w:val="ListParagraph"/>
        <w:numPr>
          <w:ilvl w:val="0"/>
          <w:numId w:val="10"/>
        </w:numPr>
      </w:pPr>
      <w:r>
        <w:t>Find the area and perimeter/circumference of your outdoor feature.</w:t>
      </w:r>
    </w:p>
    <w:p w14:paraId="76238A35" w14:textId="77777777" w:rsidR="00366397" w:rsidRDefault="00366397" w:rsidP="00AE1037">
      <w:pPr>
        <w:pStyle w:val="ListParagraph"/>
        <w:numPr>
          <w:ilvl w:val="0"/>
          <w:numId w:val="10"/>
        </w:numPr>
      </w:pPr>
      <w:r>
        <w:t>Find the perimeter and area of the fenced-in region outside.</w:t>
      </w:r>
    </w:p>
    <w:p w14:paraId="4C79FFF9" w14:textId="77777777" w:rsidR="00366397" w:rsidRPr="005F0034" w:rsidRDefault="00366397" w:rsidP="00AE1037">
      <w:pPr>
        <w:pStyle w:val="ListParagraph"/>
        <w:numPr>
          <w:ilvl w:val="0"/>
          <w:numId w:val="10"/>
        </w:numPr>
      </w:pPr>
      <w:r>
        <w:t>List these calculations on a separate sheet of paper and show all of your work.</w:t>
      </w:r>
    </w:p>
    <w:sectPr w:rsidR="00366397" w:rsidRPr="005F0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34F21"/>
    <w:multiLevelType w:val="hybridMultilevel"/>
    <w:tmpl w:val="D4AC5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31DD7"/>
    <w:multiLevelType w:val="hybridMultilevel"/>
    <w:tmpl w:val="0F80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E496D"/>
    <w:multiLevelType w:val="hybridMultilevel"/>
    <w:tmpl w:val="55D42E3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64224"/>
    <w:multiLevelType w:val="hybridMultilevel"/>
    <w:tmpl w:val="3AD66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17F6E"/>
    <w:multiLevelType w:val="hybridMultilevel"/>
    <w:tmpl w:val="C11005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0B63F50"/>
    <w:multiLevelType w:val="hybridMultilevel"/>
    <w:tmpl w:val="2162E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956B1"/>
    <w:multiLevelType w:val="hybridMultilevel"/>
    <w:tmpl w:val="D736B9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4D0C3C"/>
    <w:multiLevelType w:val="hybridMultilevel"/>
    <w:tmpl w:val="3AE24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D924A1"/>
    <w:multiLevelType w:val="hybridMultilevel"/>
    <w:tmpl w:val="E99471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FCE6EBD"/>
    <w:multiLevelType w:val="hybridMultilevel"/>
    <w:tmpl w:val="F46424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034"/>
    <w:rsid w:val="000C7247"/>
    <w:rsid w:val="00105304"/>
    <w:rsid w:val="003145D0"/>
    <w:rsid w:val="00366397"/>
    <w:rsid w:val="005F0034"/>
    <w:rsid w:val="007D34AE"/>
    <w:rsid w:val="00973B99"/>
    <w:rsid w:val="00AE1037"/>
    <w:rsid w:val="00F472A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8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6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00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003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663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639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0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10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6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003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F003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36639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6639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103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103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6</cp:revision>
  <dcterms:created xsi:type="dcterms:W3CDTF">2010-01-12T16:12:00Z</dcterms:created>
  <dcterms:modified xsi:type="dcterms:W3CDTF">2010-01-12T19:01:00Z</dcterms:modified>
</cp:coreProperties>
</file>